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B50A167-50BF-4E51-9B6B-5643BF9DB034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